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74A7A4" w14:textId="3B23FD68" w:rsidR="00525119" w:rsidRDefault="00525119" w:rsidP="00E20822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7728" behindDoc="0" locked="0" layoutInCell="1" allowOverlap="1" wp14:anchorId="2A96587C" wp14:editId="4D8673DB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5680" behindDoc="0" locked="0" layoutInCell="1" allowOverlap="1" wp14:anchorId="3444C2EB" wp14:editId="4CF67A20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 w:rsidR="00FB3CD8">
        <w:rPr>
          <w:rFonts w:ascii="Segoe Print" w:hAnsi="Segoe Print"/>
          <w:b/>
          <w:sz w:val="24"/>
        </w:rPr>
        <w:t>1</w:t>
      </w:r>
      <w:r w:rsidR="008B0A17">
        <w:rPr>
          <w:rFonts w:ascii="Segoe Print" w:hAnsi="Segoe Print"/>
          <w:b/>
          <w:sz w:val="24"/>
        </w:rPr>
        <w:t>6.</w:t>
      </w:r>
      <w:r w:rsidR="0041226A">
        <w:rPr>
          <w:rFonts w:ascii="Segoe Print" w:hAnsi="Segoe Print"/>
          <w:b/>
          <w:sz w:val="24"/>
        </w:rPr>
        <w:t>4</w:t>
      </w:r>
      <w:r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D14B22">
        <w:rPr>
          <w:rFonts w:ascii="Segoe Print" w:hAnsi="Segoe Print"/>
          <w:b/>
          <w:sz w:val="24"/>
        </w:rPr>
        <w:tab/>
      </w:r>
      <w:r w:rsidR="00D14B22">
        <w:rPr>
          <w:rFonts w:ascii="Segoe Print" w:hAnsi="Segoe Print"/>
          <w:b/>
          <w:sz w:val="24"/>
        </w:rPr>
        <w:tab/>
      </w:r>
      <w:r w:rsidR="00D14B22">
        <w:rPr>
          <w:rFonts w:ascii="Segoe Print" w:hAnsi="Segoe Print"/>
          <w:b/>
          <w:sz w:val="24"/>
        </w:rPr>
        <w:tab/>
        <w:t>CALCULATOR</w:t>
      </w:r>
      <w:r w:rsidR="00971AEF">
        <w:rPr>
          <w:rFonts w:ascii="Segoe Print" w:hAnsi="Segoe Print"/>
          <w:b/>
          <w:sz w:val="24"/>
        </w:rPr>
        <w:t xml:space="preserve"> ALLOWED</w:t>
      </w:r>
    </w:p>
    <w:p w14:paraId="7B500545" w14:textId="433946BC" w:rsidR="00E20822" w:rsidRDefault="00E20822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10485" w:type="dxa"/>
        <w:tblLayout w:type="fixed"/>
        <w:tblLook w:val="04A0" w:firstRow="1" w:lastRow="0" w:firstColumn="1" w:lastColumn="0" w:noHBand="0" w:noVBand="1"/>
      </w:tblPr>
      <w:tblGrid>
        <w:gridCol w:w="421"/>
        <w:gridCol w:w="3827"/>
        <w:gridCol w:w="1134"/>
        <w:gridCol w:w="425"/>
        <w:gridCol w:w="4678"/>
      </w:tblGrid>
      <w:tr w:rsidR="00901228" w:rsidRPr="00A06D07" w14:paraId="1F0DD5D9" w14:textId="77777777" w:rsidTr="00F75B57">
        <w:trPr>
          <w:trHeight w:val="1123"/>
        </w:trPr>
        <w:tc>
          <w:tcPr>
            <w:tcW w:w="421" w:type="dxa"/>
            <w:tcBorders>
              <w:right w:val="nil"/>
            </w:tcBorders>
          </w:tcPr>
          <w:p w14:paraId="47E72396" w14:textId="77777777" w:rsidR="00901228" w:rsidRPr="00A06D07" w:rsidRDefault="00901228" w:rsidP="00901228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1)</w:t>
            </w:r>
          </w:p>
        </w:tc>
        <w:tc>
          <w:tcPr>
            <w:tcW w:w="4961" w:type="dxa"/>
            <w:gridSpan w:val="2"/>
            <w:tcBorders>
              <w:left w:val="nil"/>
            </w:tcBorders>
          </w:tcPr>
          <w:p w14:paraId="094D08F0" w14:textId="0CC28376" w:rsidR="00901228" w:rsidRPr="0070395D" w:rsidRDefault="00847CB4" w:rsidP="0070395D">
            <w:pPr>
              <w:tabs>
                <w:tab w:val="left" w:pos="1440"/>
              </w:tabs>
              <w:spacing w:before="120" w:after="0" w:line="240" w:lineRule="auto"/>
              <w:jc w:val="both"/>
              <w:rPr>
                <w:rFonts w:ascii="Century Gothic" w:hAnsi="Century Gothic"/>
              </w:rPr>
            </w:pPr>
            <w:r w:rsidRPr="0070395D">
              <w:rPr>
                <w:rFonts w:ascii="Century Gothic" w:hAnsi="Century Gothic" w:cs="Tahoma"/>
              </w:rPr>
              <w:t xml:space="preserve">Simplify the ratio </w:t>
            </w:r>
            <w:proofErr w:type="gramStart"/>
            <w:r w:rsidR="00FD4FFC">
              <w:rPr>
                <w:rFonts w:ascii="Century Gothic" w:hAnsi="Century Gothic" w:cs="Tahoma"/>
              </w:rPr>
              <w:t>18</w:t>
            </w:r>
            <w:r w:rsidRPr="0070395D">
              <w:rPr>
                <w:rFonts w:ascii="Century Gothic" w:hAnsi="Century Gothic" w:cs="Tahoma"/>
              </w:rPr>
              <w:t xml:space="preserve"> :</w:t>
            </w:r>
            <w:proofErr w:type="gramEnd"/>
            <w:r w:rsidRPr="0070395D">
              <w:rPr>
                <w:rFonts w:ascii="Century Gothic" w:hAnsi="Century Gothic" w:cs="Tahoma"/>
              </w:rPr>
              <w:t xml:space="preserve"> </w:t>
            </w:r>
            <w:r w:rsidR="0088018E">
              <w:rPr>
                <w:rFonts w:ascii="Century Gothic" w:hAnsi="Century Gothic" w:cs="Tahoma"/>
              </w:rPr>
              <w:t>3</w:t>
            </w:r>
            <w:r w:rsidR="00FD4FFC">
              <w:rPr>
                <w:rFonts w:ascii="Century Gothic" w:hAnsi="Century Gothic" w:cs="Tahoma"/>
              </w:rPr>
              <w:t>0</w:t>
            </w:r>
          </w:p>
        </w:tc>
        <w:tc>
          <w:tcPr>
            <w:tcW w:w="425" w:type="dxa"/>
            <w:tcBorders>
              <w:right w:val="nil"/>
            </w:tcBorders>
          </w:tcPr>
          <w:p w14:paraId="6B5C91B0" w14:textId="77777777" w:rsidR="00901228" w:rsidRPr="0070395D" w:rsidRDefault="00901228" w:rsidP="0070395D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70395D">
              <w:rPr>
                <w:rFonts w:ascii="Century Gothic" w:hAnsi="Century Gothic"/>
              </w:rPr>
              <w:t>2)</w:t>
            </w:r>
          </w:p>
        </w:tc>
        <w:tc>
          <w:tcPr>
            <w:tcW w:w="4678" w:type="dxa"/>
            <w:tcBorders>
              <w:left w:val="nil"/>
            </w:tcBorders>
          </w:tcPr>
          <w:p w14:paraId="594DF71C" w14:textId="6F964D99" w:rsidR="00901228" w:rsidRPr="0070395D" w:rsidRDefault="003376C1" w:rsidP="0070395D">
            <w:pPr>
              <w:spacing w:after="0" w:line="240" w:lineRule="auto"/>
              <w:rPr>
                <w:rFonts w:ascii="Century Gothic" w:hAnsi="Century Gothic" w:cs="Tahoma"/>
              </w:rPr>
            </w:pPr>
            <w:r w:rsidRPr="0070395D">
              <w:rPr>
                <w:rFonts w:ascii="Century Gothic" w:hAnsi="Century Gothic" w:cs="Tahoma"/>
              </w:rPr>
              <w:t xml:space="preserve">Write </w:t>
            </w:r>
            <m:oMath>
              <m:f>
                <m:fPr>
                  <m:ctrlPr>
                    <w:rPr>
                      <w:rFonts w:ascii="Cambria Math" w:hAnsi="Cambria Math" w:cs="Tahoma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 w:cs="Tahoma"/>
                      <w:sz w:val="32"/>
                      <w:szCs w:val="32"/>
                    </w:rPr>
                    <m:t>3</m:t>
                  </m:r>
                </m:num>
                <m:den>
                  <m:r>
                    <w:rPr>
                      <w:rFonts w:ascii="Cambria Math" w:hAnsi="Cambria Math" w:cs="Tahoma"/>
                      <w:sz w:val="32"/>
                      <w:szCs w:val="32"/>
                    </w:rPr>
                    <m:t>20</m:t>
                  </m:r>
                </m:den>
              </m:f>
              <m:r>
                <w:rPr>
                  <w:rFonts w:ascii="Cambria Math" w:hAnsi="Cambria Math" w:cs="Tahoma"/>
                </w:rPr>
                <m:t xml:space="preserve"> </m:t>
              </m:r>
            </m:oMath>
            <w:r w:rsidRPr="0070395D">
              <w:rPr>
                <w:rFonts w:ascii="Century Gothic" w:eastAsiaTheme="minorEastAsia" w:hAnsi="Century Gothic" w:cs="Tahoma"/>
              </w:rPr>
              <w:t>as a percentage</w:t>
            </w:r>
          </w:p>
        </w:tc>
      </w:tr>
      <w:tr w:rsidR="00901228" w:rsidRPr="00A06D07" w14:paraId="2FAB904D" w14:textId="77777777" w:rsidTr="003746A9">
        <w:trPr>
          <w:trHeight w:val="1983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70D1B627" w14:textId="77777777" w:rsidR="00901228" w:rsidRPr="00A06D07" w:rsidRDefault="00901228" w:rsidP="00901228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3)</w:t>
            </w:r>
          </w:p>
        </w:tc>
        <w:tc>
          <w:tcPr>
            <w:tcW w:w="4961" w:type="dxa"/>
            <w:gridSpan w:val="2"/>
            <w:tcBorders>
              <w:left w:val="nil"/>
              <w:bottom w:val="single" w:sz="4" w:space="0" w:color="auto"/>
            </w:tcBorders>
          </w:tcPr>
          <w:p w14:paraId="212912E2" w14:textId="77777777" w:rsidR="00AD4D3A" w:rsidRPr="00AD4D3A" w:rsidRDefault="00AD4D3A" w:rsidP="00AD4D3A">
            <w:pPr>
              <w:spacing w:before="120" w:after="0"/>
              <w:rPr>
                <w:rFonts w:ascii="Century Gothic" w:hAnsi="Century Gothic" w:cs="Tahoma"/>
              </w:rPr>
            </w:pPr>
            <w:r w:rsidRPr="00AD4D3A">
              <w:rPr>
                <w:rFonts w:ascii="Century Gothic" w:hAnsi="Century Gothic" w:cs="Tahoma"/>
              </w:rPr>
              <w:t xml:space="preserve">The probability of getting a 2 or a 3 is the </w:t>
            </w:r>
            <w:proofErr w:type="gramStart"/>
            <w:r w:rsidRPr="00AD4D3A">
              <w:rPr>
                <w:rFonts w:ascii="Century Gothic" w:hAnsi="Century Gothic" w:cs="Tahoma"/>
              </w:rPr>
              <w:t>same  What</w:t>
            </w:r>
            <w:proofErr w:type="gramEnd"/>
            <w:r w:rsidRPr="00AD4D3A">
              <w:rPr>
                <w:rFonts w:ascii="Century Gothic" w:hAnsi="Century Gothic" w:cs="Tahoma"/>
              </w:rPr>
              <w:t xml:space="preserve"> is it?</w:t>
            </w:r>
          </w:p>
          <w:p w14:paraId="57245E7E" w14:textId="77777777" w:rsidR="00955F4B" w:rsidRPr="0070395D" w:rsidRDefault="00955F4B" w:rsidP="0070395D">
            <w:pPr>
              <w:spacing w:before="120" w:after="0" w:line="240" w:lineRule="auto"/>
              <w:rPr>
                <w:rFonts w:ascii="Century Gothic" w:hAnsi="Century Gothic" w:cs="Tahoma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24"/>
              <w:gridCol w:w="724"/>
              <w:gridCol w:w="725"/>
              <w:gridCol w:w="724"/>
              <w:gridCol w:w="725"/>
            </w:tblGrid>
            <w:tr w:rsidR="00A74586" w:rsidRPr="0070395D" w14:paraId="1CF05073" w14:textId="77777777" w:rsidTr="00437093">
              <w:trPr>
                <w:trHeight w:val="289"/>
              </w:trPr>
              <w:tc>
                <w:tcPr>
                  <w:tcW w:w="724" w:type="dxa"/>
                </w:tcPr>
                <w:p w14:paraId="2949F53F" w14:textId="5A72E6BC" w:rsidR="00A74586" w:rsidRPr="00A74586" w:rsidRDefault="00A74586" w:rsidP="00A74586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A74586">
                    <w:rPr>
                      <w:rFonts w:ascii="Century Gothic" w:hAnsi="Century Gothic" w:cs="Tahoma"/>
                    </w:rPr>
                    <w:t>No.</w:t>
                  </w:r>
                </w:p>
              </w:tc>
              <w:tc>
                <w:tcPr>
                  <w:tcW w:w="724" w:type="dxa"/>
                  <w:vAlign w:val="center"/>
                </w:tcPr>
                <w:p w14:paraId="15523F4A" w14:textId="36445321" w:rsidR="00A74586" w:rsidRPr="00A74586" w:rsidRDefault="00A74586" w:rsidP="00A74586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jc w:val="center"/>
                    <w:rPr>
                      <w:rFonts w:ascii="Century Gothic" w:hAnsi="Century Gothic" w:cs="Tahoma"/>
                    </w:rPr>
                  </w:pPr>
                  <w:r w:rsidRPr="00A74586">
                    <w:rPr>
                      <w:rFonts w:ascii="Century Gothic" w:hAnsi="Century Gothic" w:cs="Tahoma"/>
                    </w:rPr>
                    <w:t>1</w:t>
                  </w:r>
                </w:p>
              </w:tc>
              <w:tc>
                <w:tcPr>
                  <w:tcW w:w="725" w:type="dxa"/>
                  <w:vAlign w:val="center"/>
                </w:tcPr>
                <w:p w14:paraId="0F52C5B7" w14:textId="0FC85425" w:rsidR="00A74586" w:rsidRPr="00A74586" w:rsidRDefault="00A74586" w:rsidP="00A74586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jc w:val="center"/>
                    <w:rPr>
                      <w:rFonts w:ascii="Century Gothic" w:hAnsi="Century Gothic" w:cs="Tahoma"/>
                    </w:rPr>
                  </w:pPr>
                  <w:r w:rsidRPr="00A74586">
                    <w:rPr>
                      <w:rFonts w:ascii="Century Gothic" w:hAnsi="Century Gothic" w:cs="Tahoma"/>
                    </w:rPr>
                    <w:t>2</w:t>
                  </w:r>
                </w:p>
              </w:tc>
              <w:tc>
                <w:tcPr>
                  <w:tcW w:w="724" w:type="dxa"/>
                  <w:vAlign w:val="center"/>
                </w:tcPr>
                <w:p w14:paraId="7577AA0F" w14:textId="1F99DD48" w:rsidR="00A74586" w:rsidRPr="00A74586" w:rsidRDefault="00A74586" w:rsidP="00A74586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jc w:val="center"/>
                    <w:rPr>
                      <w:rFonts w:ascii="Century Gothic" w:hAnsi="Century Gothic" w:cs="Tahoma"/>
                    </w:rPr>
                  </w:pPr>
                  <w:r w:rsidRPr="00A74586">
                    <w:rPr>
                      <w:rFonts w:ascii="Century Gothic" w:hAnsi="Century Gothic" w:cs="Tahoma"/>
                    </w:rPr>
                    <w:t>3</w:t>
                  </w:r>
                </w:p>
              </w:tc>
              <w:tc>
                <w:tcPr>
                  <w:tcW w:w="725" w:type="dxa"/>
                  <w:vAlign w:val="center"/>
                </w:tcPr>
                <w:p w14:paraId="0AC40494" w14:textId="3DC51D66" w:rsidR="00A74586" w:rsidRPr="00A74586" w:rsidRDefault="00A74586" w:rsidP="00A74586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jc w:val="center"/>
                    <w:rPr>
                      <w:rFonts w:ascii="Century Gothic" w:hAnsi="Century Gothic" w:cs="Tahoma"/>
                    </w:rPr>
                  </w:pPr>
                  <w:r w:rsidRPr="00A74586">
                    <w:rPr>
                      <w:rFonts w:ascii="Century Gothic" w:hAnsi="Century Gothic" w:cs="Tahoma"/>
                    </w:rPr>
                    <w:t>4</w:t>
                  </w:r>
                </w:p>
              </w:tc>
            </w:tr>
            <w:tr w:rsidR="00A74586" w:rsidRPr="0070395D" w14:paraId="3093BCE1" w14:textId="77777777" w:rsidTr="00437093">
              <w:trPr>
                <w:trHeight w:val="289"/>
              </w:trPr>
              <w:tc>
                <w:tcPr>
                  <w:tcW w:w="724" w:type="dxa"/>
                </w:tcPr>
                <w:p w14:paraId="4A4B0579" w14:textId="49A34D3E" w:rsidR="00A74586" w:rsidRPr="00A74586" w:rsidRDefault="00A74586" w:rsidP="00A74586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proofErr w:type="spellStart"/>
                  <w:r w:rsidRPr="00A74586">
                    <w:rPr>
                      <w:rFonts w:ascii="Century Gothic" w:hAnsi="Century Gothic" w:cs="Tahoma"/>
                    </w:rPr>
                    <w:t>Prob</w:t>
                  </w:r>
                  <w:proofErr w:type="spellEnd"/>
                </w:p>
              </w:tc>
              <w:tc>
                <w:tcPr>
                  <w:tcW w:w="724" w:type="dxa"/>
                  <w:vAlign w:val="center"/>
                </w:tcPr>
                <w:p w14:paraId="3B1DC78D" w14:textId="46EFF863" w:rsidR="00A74586" w:rsidRPr="00A74586" w:rsidRDefault="00A74586" w:rsidP="00A74586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jc w:val="center"/>
                    <w:rPr>
                      <w:rFonts w:ascii="Century Gothic" w:hAnsi="Century Gothic" w:cs="Tahoma"/>
                    </w:rPr>
                  </w:pPr>
                  <w:r w:rsidRPr="00A74586">
                    <w:rPr>
                      <w:rFonts w:ascii="Century Gothic" w:hAnsi="Century Gothic" w:cs="Tahoma"/>
                    </w:rPr>
                    <w:t>0.</w:t>
                  </w:r>
                  <w:r w:rsidR="00995FC3">
                    <w:rPr>
                      <w:rFonts w:ascii="Century Gothic" w:hAnsi="Century Gothic" w:cs="Tahoma"/>
                    </w:rPr>
                    <w:t>2</w:t>
                  </w:r>
                  <w:r w:rsidRPr="00A74586">
                    <w:rPr>
                      <w:rFonts w:ascii="Century Gothic" w:hAnsi="Century Gothic" w:cs="Tahoma"/>
                    </w:rPr>
                    <w:t>5</w:t>
                  </w:r>
                </w:p>
              </w:tc>
              <w:tc>
                <w:tcPr>
                  <w:tcW w:w="725" w:type="dxa"/>
                  <w:vAlign w:val="center"/>
                </w:tcPr>
                <w:p w14:paraId="007D48D7" w14:textId="50C9475A" w:rsidR="00A74586" w:rsidRPr="00A74586" w:rsidRDefault="00A74586" w:rsidP="00A74586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jc w:val="center"/>
                    <w:rPr>
                      <w:rFonts w:ascii="Century Gothic" w:hAnsi="Century Gothic" w:cs="Tahoma"/>
                    </w:rPr>
                  </w:pPr>
                </w:p>
              </w:tc>
              <w:tc>
                <w:tcPr>
                  <w:tcW w:w="724" w:type="dxa"/>
                  <w:vAlign w:val="center"/>
                </w:tcPr>
                <w:p w14:paraId="616000B3" w14:textId="77777777" w:rsidR="00A74586" w:rsidRPr="00A74586" w:rsidRDefault="00A74586" w:rsidP="00A74586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jc w:val="center"/>
                    <w:rPr>
                      <w:rFonts w:ascii="Century Gothic" w:hAnsi="Century Gothic" w:cs="Tahoma"/>
                    </w:rPr>
                  </w:pPr>
                </w:p>
              </w:tc>
              <w:tc>
                <w:tcPr>
                  <w:tcW w:w="725" w:type="dxa"/>
                  <w:vAlign w:val="center"/>
                </w:tcPr>
                <w:p w14:paraId="3B07AD65" w14:textId="54C31A91" w:rsidR="00A74586" w:rsidRPr="00A74586" w:rsidRDefault="00A74586" w:rsidP="00A74586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jc w:val="center"/>
                    <w:rPr>
                      <w:rFonts w:ascii="Century Gothic" w:hAnsi="Century Gothic" w:cs="Tahoma"/>
                    </w:rPr>
                  </w:pPr>
                  <w:r w:rsidRPr="00A74586">
                    <w:rPr>
                      <w:rFonts w:ascii="Century Gothic" w:hAnsi="Century Gothic" w:cs="Tahoma"/>
                    </w:rPr>
                    <w:t>0.1</w:t>
                  </w:r>
                  <w:r w:rsidR="00335F11">
                    <w:rPr>
                      <w:rFonts w:ascii="Century Gothic" w:hAnsi="Century Gothic" w:cs="Tahoma"/>
                    </w:rPr>
                    <w:t>5</w:t>
                  </w:r>
                </w:p>
              </w:tc>
            </w:tr>
          </w:tbl>
          <w:p w14:paraId="719DAC3F" w14:textId="3B0E6B70" w:rsidR="008D5C13" w:rsidRPr="0070395D" w:rsidRDefault="008D5C13" w:rsidP="0070395D">
            <w:pPr>
              <w:spacing w:before="120" w:after="0" w:line="240" w:lineRule="auto"/>
              <w:rPr>
                <w:rFonts w:ascii="Century Gothic" w:hAnsi="Century Gothic"/>
              </w:rPr>
            </w:pPr>
          </w:p>
          <w:p w14:paraId="3845EB95" w14:textId="55FD4DC7" w:rsidR="00901228" w:rsidRPr="0070395D" w:rsidRDefault="00901228" w:rsidP="0070395D">
            <w:pPr>
              <w:spacing w:before="120"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6D6B7EE1" w14:textId="77777777" w:rsidR="00901228" w:rsidRPr="0070395D" w:rsidRDefault="00901228" w:rsidP="0070395D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70395D">
              <w:rPr>
                <w:rFonts w:ascii="Century Gothic" w:hAnsi="Century Gothic"/>
              </w:rPr>
              <w:t>4)</w:t>
            </w:r>
          </w:p>
        </w:tc>
        <w:tc>
          <w:tcPr>
            <w:tcW w:w="4678" w:type="dxa"/>
            <w:tcBorders>
              <w:left w:val="nil"/>
              <w:bottom w:val="single" w:sz="4" w:space="0" w:color="auto"/>
            </w:tcBorders>
          </w:tcPr>
          <w:p w14:paraId="36A38566" w14:textId="1B14D746" w:rsidR="00633A9B" w:rsidRPr="0070395D" w:rsidRDefault="00633A9B" w:rsidP="0070395D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70395D">
              <w:rPr>
                <w:rFonts w:ascii="Century Gothic" w:hAnsi="Century Gothic" w:cs="Tahoma"/>
                <w:noProof/>
                <w:lang w:eastAsia="en-GB"/>
              </w:rPr>
              <w:t xml:space="preserve">Work out the missing </w:t>
            </w:r>
            <w:r w:rsidR="000C29BE" w:rsidRPr="0070395D">
              <w:rPr>
                <w:rFonts w:ascii="Century Gothic" w:hAnsi="Century Gothic" w:cs="Tahoma"/>
                <w:noProof/>
                <w:lang w:eastAsia="en-GB"/>
              </w:rPr>
              <w:t>angle</w:t>
            </w:r>
            <w:r w:rsidRPr="0070395D">
              <w:rPr>
                <w:rFonts w:ascii="Century Gothic" w:hAnsi="Century Gothic" w:cs="Tahoma"/>
                <w:noProof/>
                <w:lang w:eastAsia="en-GB"/>
              </w:rPr>
              <w:t>.</w:t>
            </w:r>
          </w:p>
          <w:p w14:paraId="4FEF7014" w14:textId="37887A64" w:rsidR="00901228" w:rsidRPr="0070395D" w:rsidRDefault="009D5957" w:rsidP="0070395D">
            <w:pPr>
              <w:spacing w:before="120" w:after="0" w:line="240" w:lineRule="auto"/>
              <w:rPr>
                <w:rFonts w:ascii="Century Gothic" w:hAnsi="Century Gothic"/>
              </w:rPr>
            </w:pPr>
            <w:r>
              <w:rPr>
                <w:rFonts w:ascii="Arial" w:hAnsi="Arial" w:cs="Arial"/>
                <w:noProof/>
                <w:lang w:eastAsia="en-GB"/>
              </w:rPr>
              <w:drawing>
                <wp:inline distT="0" distB="0" distL="0" distR="0" wp14:anchorId="09CC233A" wp14:editId="777013D3">
                  <wp:extent cx="1435100" cy="91440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746A9" w:rsidRPr="00A06D07" w14:paraId="44B9DE2A" w14:textId="77777777" w:rsidTr="0070395D">
        <w:trPr>
          <w:trHeight w:val="2305"/>
        </w:trPr>
        <w:tc>
          <w:tcPr>
            <w:tcW w:w="421" w:type="dxa"/>
            <w:tcBorders>
              <w:right w:val="nil"/>
            </w:tcBorders>
          </w:tcPr>
          <w:p w14:paraId="63CB9610" w14:textId="77777777" w:rsidR="003746A9" w:rsidRPr="00A06D07" w:rsidRDefault="003746A9" w:rsidP="00901228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5)</w:t>
            </w:r>
          </w:p>
        </w:tc>
        <w:tc>
          <w:tcPr>
            <w:tcW w:w="3827" w:type="dxa"/>
            <w:tcBorders>
              <w:left w:val="nil"/>
              <w:right w:val="nil"/>
            </w:tcBorders>
          </w:tcPr>
          <w:p w14:paraId="014AE195" w14:textId="57DF70F0" w:rsidR="003746A9" w:rsidRPr="0070395D" w:rsidRDefault="00C60271" w:rsidP="0070395D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70395D">
              <w:rPr>
                <w:rFonts w:ascii="Century Gothic" w:hAnsi="Century Gothic" w:cs="Tahoma"/>
              </w:rPr>
              <w:t>Sketch the construction of the</w:t>
            </w:r>
            <w:r w:rsidR="00AE4D2A">
              <w:rPr>
                <w:rFonts w:ascii="Tahoma" w:hAnsi="Tahoma" w:cs="Tahoma"/>
              </w:rPr>
              <w:t xml:space="preserve"> </w:t>
            </w:r>
            <w:r w:rsidR="00AE4D2A" w:rsidRPr="00AE4D2A">
              <w:rPr>
                <w:rFonts w:ascii="Century Gothic" w:hAnsi="Century Gothic" w:cs="Tahoma"/>
              </w:rPr>
              <w:t>points that are equal distance from AB and BC:</w:t>
            </w:r>
          </w:p>
        </w:tc>
        <w:tc>
          <w:tcPr>
            <w:tcW w:w="6237" w:type="dxa"/>
            <w:gridSpan w:val="3"/>
            <w:tcBorders>
              <w:left w:val="nil"/>
            </w:tcBorders>
          </w:tcPr>
          <w:p w14:paraId="49831498" w14:textId="1D99CD17" w:rsidR="003746A9" w:rsidRPr="0070395D" w:rsidRDefault="0075325F" w:rsidP="0070395D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>
              <w:rPr>
                <w:rFonts w:ascii="Avenir Book" w:hAnsi="Avenir Book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305DB6E2" wp14:editId="3ED4550D">
                      <wp:simplePos x="0" y="0"/>
                      <wp:positionH relativeFrom="column">
                        <wp:posOffset>276184</wp:posOffset>
                      </wp:positionH>
                      <wp:positionV relativeFrom="paragraph">
                        <wp:posOffset>109342</wp:posOffset>
                      </wp:positionV>
                      <wp:extent cx="1639964" cy="1312001"/>
                      <wp:effectExtent l="0" t="0" r="17780" b="21590"/>
                      <wp:wrapNone/>
                      <wp:docPr id="27" name="Freeform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39964" cy="1312001"/>
                              </a:xfrm>
                              <a:custGeom>
                                <a:avLst/>
                                <a:gdLst>
                                  <a:gd name="connsiteX0" fmla="*/ 1540565 w 1540565"/>
                                  <a:gd name="connsiteY0" fmla="*/ 0 h 1232452"/>
                                  <a:gd name="connsiteX1" fmla="*/ 0 w 1540565"/>
                                  <a:gd name="connsiteY1" fmla="*/ 467139 h 1232452"/>
                                  <a:gd name="connsiteX2" fmla="*/ 1421295 w 1540565"/>
                                  <a:gd name="connsiteY2" fmla="*/ 1232452 h 1232452"/>
                                  <a:gd name="connsiteX0" fmla="*/ 1759234 w 1759234"/>
                                  <a:gd name="connsiteY0" fmla="*/ 0 h 1232452"/>
                                  <a:gd name="connsiteX1" fmla="*/ 0 w 1759234"/>
                                  <a:gd name="connsiteY1" fmla="*/ 1133568 h 1232452"/>
                                  <a:gd name="connsiteX2" fmla="*/ 1639964 w 1759234"/>
                                  <a:gd name="connsiteY2" fmla="*/ 1232452 h 1232452"/>
                                  <a:gd name="connsiteX0" fmla="*/ 347934 w 1639964"/>
                                  <a:gd name="connsiteY0" fmla="*/ 0 h 1312001"/>
                                  <a:gd name="connsiteX1" fmla="*/ 0 w 1639964"/>
                                  <a:gd name="connsiteY1" fmla="*/ 1213117 h 1312001"/>
                                  <a:gd name="connsiteX2" fmla="*/ 1639964 w 1639964"/>
                                  <a:gd name="connsiteY2" fmla="*/ 1312001 h 131200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639964" h="1312001">
                                    <a:moveTo>
                                      <a:pt x="347934" y="0"/>
                                    </a:moveTo>
                                    <a:lnTo>
                                      <a:pt x="0" y="1213117"/>
                                    </a:lnTo>
                                    <a:lnTo>
                                      <a:pt x="1639964" y="1312001"/>
                                    </a:lnTo>
                                  </a:path>
                                </a:pathLst>
                              </a:cu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E4063D" id="Freeform 27" o:spid="_x0000_s1026" style="position:absolute;margin-left:21.75pt;margin-top:8.6pt;width:129.15pt;height:103.3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39964,131200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" path="m347934,l,1213117r1639964,98884e" filled="f" strokecolor="#243f60 [1604]" strokeweight="2pt">
                      <v:path arrowok="t" o:connecttype="custom" o:connectlocs="347934,0;0,1213117;1639964,1312001" o:connectangles="0,0,0"/>
                    </v:shape>
                  </w:pict>
                </mc:Fallback>
              </mc:AlternateContent>
            </w:r>
            <w:r w:rsidR="000A7C28" w:rsidRPr="00E27ACC">
              <w:rPr>
                <w:rFonts w:ascii="Century Gothic" w:hAnsi="Century Gothic"/>
                <w:noProof/>
                <w:lang w:eastAsia="en-GB"/>
              </w:rPr>
              <w:drawing>
                <wp:anchor distT="0" distB="0" distL="114300" distR="114300" simplePos="0" relativeHeight="251737088" behindDoc="0" locked="0" layoutInCell="1" allowOverlap="1" wp14:anchorId="1B6D59DE" wp14:editId="7D578AC3">
                  <wp:simplePos x="0" y="0"/>
                  <wp:positionH relativeFrom="column">
                    <wp:posOffset>3446145</wp:posOffset>
                  </wp:positionH>
                  <wp:positionV relativeFrom="paragraph">
                    <wp:posOffset>1137149</wp:posOffset>
                  </wp:positionV>
                  <wp:extent cx="572135" cy="401320"/>
                  <wp:effectExtent l="0" t="0" r="0" b="5080"/>
                  <wp:wrapNone/>
                  <wp:docPr id="47" name="Pictur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35" cy="401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3084FEEE" w14:textId="77777777" w:rsidR="002B177C" w:rsidRDefault="002B177C" w:rsidP="002B177C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796480" behindDoc="0" locked="0" layoutInCell="1" allowOverlap="1" wp14:anchorId="237D1949" wp14:editId="113FBD7F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38" name="Picture 3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795456" behindDoc="0" locked="0" layoutInCell="1" allowOverlap="1" wp14:anchorId="5555588C" wp14:editId="4632E187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39" name="Picture 39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16.4</w:t>
      </w:r>
      <w:r w:rsidRPr="0090117B">
        <w:rPr>
          <w:rFonts w:ascii="Segoe Print" w:hAnsi="Segoe Print"/>
          <w:b/>
          <w:sz w:val="24"/>
        </w:rPr>
        <w:t xml:space="preserve">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  <w:t>CALCULATOR ALLOWED</w:t>
      </w:r>
    </w:p>
    <w:p w14:paraId="7934C640" w14:textId="77777777" w:rsidR="002B177C" w:rsidRDefault="002B177C" w:rsidP="002B177C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10485" w:type="dxa"/>
        <w:tblLayout w:type="fixed"/>
        <w:tblLook w:val="04A0" w:firstRow="1" w:lastRow="0" w:firstColumn="1" w:lastColumn="0" w:noHBand="0" w:noVBand="1"/>
      </w:tblPr>
      <w:tblGrid>
        <w:gridCol w:w="421"/>
        <w:gridCol w:w="3827"/>
        <w:gridCol w:w="1134"/>
        <w:gridCol w:w="425"/>
        <w:gridCol w:w="4678"/>
      </w:tblGrid>
      <w:tr w:rsidR="002B177C" w:rsidRPr="00A06D07" w14:paraId="0DD6173C" w14:textId="77777777" w:rsidTr="00EA5960">
        <w:trPr>
          <w:trHeight w:val="1123"/>
        </w:trPr>
        <w:tc>
          <w:tcPr>
            <w:tcW w:w="421" w:type="dxa"/>
            <w:tcBorders>
              <w:right w:val="nil"/>
            </w:tcBorders>
          </w:tcPr>
          <w:p w14:paraId="78A684A0" w14:textId="77777777" w:rsidR="002B177C" w:rsidRPr="00A06D07" w:rsidRDefault="002B177C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1)</w:t>
            </w:r>
          </w:p>
        </w:tc>
        <w:tc>
          <w:tcPr>
            <w:tcW w:w="4961" w:type="dxa"/>
            <w:gridSpan w:val="2"/>
            <w:tcBorders>
              <w:left w:val="nil"/>
            </w:tcBorders>
          </w:tcPr>
          <w:p w14:paraId="273AE63D" w14:textId="77777777" w:rsidR="002B177C" w:rsidRPr="0070395D" w:rsidRDefault="002B177C" w:rsidP="00EA5960">
            <w:pPr>
              <w:tabs>
                <w:tab w:val="left" w:pos="1440"/>
              </w:tabs>
              <w:spacing w:before="120" w:after="0" w:line="240" w:lineRule="auto"/>
              <w:jc w:val="both"/>
              <w:rPr>
                <w:rFonts w:ascii="Century Gothic" w:hAnsi="Century Gothic"/>
              </w:rPr>
            </w:pPr>
            <w:r w:rsidRPr="0070395D">
              <w:rPr>
                <w:rFonts w:ascii="Century Gothic" w:hAnsi="Century Gothic" w:cs="Tahoma"/>
              </w:rPr>
              <w:t xml:space="preserve">Simplify the ratio </w:t>
            </w:r>
            <w:proofErr w:type="gramStart"/>
            <w:r>
              <w:rPr>
                <w:rFonts w:ascii="Century Gothic" w:hAnsi="Century Gothic" w:cs="Tahoma"/>
              </w:rPr>
              <w:t>18</w:t>
            </w:r>
            <w:r w:rsidRPr="0070395D">
              <w:rPr>
                <w:rFonts w:ascii="Century Gothic" w:hAnsi="Century Gothic" w:cs="Tahoma"/>
              </w:rPr>
              <w:t xml:space="preserve"> :</w:t>
            </w:r>
            <w:proofErr w:type="gramEnd"/>
            <w:r w:rsidRPr="0070395D">
              <w:rPr>
                <w:rFonts w:ascii="Century Gothic" w:hAnsi="Century Gothic" w:cs="Tahoma"/>
              </w:rPr>
              <w:t xml:space="preserve"> </w:t>
            </w:r>
            <w:r>
              <w:rPr>
                <w:rFonts w:ascii="Century Gothic" w:hAnsi="Century Gothic" w:cs="Tahoma"/>
              </w:rPr>
              <w:t>30</w:t>
            </w:r>
          </w:p>
        </w:tc>
        <w:tc>
          <w:tcPr>
            <w:tcW w:w="425" w:type="dxa"/>
            <w:tcBorders>
              <w:right w:val="nil"/>
            </w:tcBorders>
          </w:tcPr>
          <w:p w14:paraId="199F6C3B" w14:textId="77777777" w:rsidR="002B177C" w:rsidRPr="0070395D" w:rsidRDefault="002B177C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70395D">
              <w:rPr>
                <w:rFonts w:ascii="Century Gothic" w:hAnsi="Century Gothic"/>
              </w:rPr>
              <w:t>2)</w:t>
            </w:r>
          </w:p>
        </w:tc>
        <w:tc>
          <w:tcPr>
            <w:tcW w:w="4678" w:type="dxa"/>
            <w:tcBorders>
              <w:left w:val="nil"/>
            </w:tcBorders>
          </w:tcPr>
          <w:p w14:paraId="1407E482" w14:textId="77777777" w:rsidR="002B177C" w:rsidRPr="0070395D" w:rsidRDefault="002B177C" w:rsidP="00EA5960">
            <w:pPr>
              <w:spacing w:after="0" w:line="240" w:lineRule="auto"/>
              <w:rPr>
                <w:rFonts w:ascii="Century Gothic" w:hAnsi="Century Gothic" w:cs="Tahoma"/>
              </w:rPr>
            </w:pPr>
            <w:r w:rsidRPr="0070395D">
              <w:rPr>
                <w:rFonts w:ascii="Century Gothic" w:hAnsi="Century Gothic" w:cs="Tahoma"/>
              </w:rPr>
              <w:t xml:space="preserve">Write </w:t>
            </w:r>
            <m:oMath>
              <m:f>
                <m:fPr>
                  <m:ctrlPr>
                    <w:rPr>
                      <w:rFonts w:ascii="Cambria Math" w:hAnsi="Cambria Math" w:cs="Tahoma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 w:cs="Tahoma"/>
                      <w:sz w:val="32"/>
                      <w:szCs w:val="32"/>
                    </w:rPr>
                    <m:t>3</m:t>
                  </m:r>
                </m:num>
                <m:den>
                  <m:r>
                    <w:rPr>
                      <w:rFonts w:ascii="Cambria Math" w:hAnsi="Cambria Math" w:cs="Tahoma"/>
                      <w:sz w:val="32"/>
                      <w:szCs w:val="32"/>
                    </w:rPr>
                    <m:t>20</m:t>
                  </m:r>
                </m:den>
              </m:f>
              <m:r>
                <w:rPr>
                  <w:rFonts w:ascii="Cambria Math" w:hAnsi="Cambria Math" w:cs="Tahoma"/>
                </w:rPr>
                <m:t xml:space="preserve"> </m:t>
              </m:r>
            </m:oMath>
            <w:r w:rsidRPr="0070395D">
              <w:rPr>
                <w:rFonts w:ascii="Century Gothic" w:eastAsiaTheme="minorEastAsia" w:hAnsi="Century Gothic" w:cs="Tahoma"/>
              </w:rPr>
              <w:t>as a percentage</w:t>
            </w:r>
          </w:p>
        </w:tc>
      </w:tr>
      <w:tr w:rsidR="002B177C" w:rsidRPr="00A06D07" w14:paraId="0BD4224B" w14:textId="77777777" w:rsidTr="00EA5960">
        <w:trPr>
          <w:trHeight w:val="1983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694621A0" w14:textId="77777777" w:rsidR="002B177C" w:rsidRPr="00A06D07" w:rsidRDefault="002B177C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3)</w:t>
            </w:r>
          </w:p>
        </w:tc>
        <w:tc>
          <w:tcPr>
            <w:tcW w:w="4961" w:type="dxa"/>
            <w:gridSpan w:val="2"/>
            <w:tcBorders>
              <w:left w:val="nil"/>
              <w:bottom w:val="single" w:sz="4" w:space="0" w:color="auto"/>
            </w:tcBorders>
          </w:tcPr>
          <w:p w14:paraId="4284E63E" w14:textId="77777777" w:rsidR="002B177C" w:rsidRPr="00AD4D3A" w:rsidRDefault="002B177C" w:rsidP="00EA5960">
            <w:pPr>
              <w:spacing w:before="120" w:after="0"/>
              <w:rPr>
                <w:rFonts w:ascii="Century Gothic" w:hAnsi="Century Gothic" w:cs="Tahoma"/>
              </w:rPr>
            </w:pPr>
            <w:r w:rsidRPr="00AD4D3A">
              <w:rPr>
                <w:rFonts w:ascii="Century Gothic" w:hAnsi="Century Gothic" w:cs="Tahoma"/>
              </w:rPr>
              <w:t xml:space="preserve">The probability of getting a 2 or a 3 is the </w:t>
            </w:r>
            <w:proofErr w:type="gramStart"/>
            <w:r w:rsidRPr="00AD4D3A">
              <w:rPr>
                <w:rFonts w:ascii="Century Gothic" w:hAnsi="Century Gothic" w:cs="Tahoma"/>
              </w:rPr>
              <w:t>same  What</w:t>
            </w:r>
            <w:proofErr w:type="gramEnd"/>
            <w:r w:rsidRPr="00AD4D3A">
              <w:rPr>
                <w:rFonts w:ascii="Century Gothic" w:hAnsi="Century Gothic" w:cs="Tahoma"/>
              </w:rPr>
              <w:t xml:space="preserve"> is it?</w:t>
            </w:r>
          </w:p>
          <w:p w14:paraId="7F81C0AC" w14:textId="77777777" w:rsidR="002B177C" w:rsidRPr="0070395D" w:rsidRDefault="002B177C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24"/>
              <w:gridCol w:w="724"/>
              <w:gridCol w:w="725"/>
              <w:gridCol w:w="724"/>
              <w:gridCol w:w="725"/>
            </w:tblGrid>
            <w:tr w:rsidR="002B177C" w:rsidRPr="0070395D" w14:paraId="21D91825" w14:textId="77777777" w:rsidTr="00EA5960">
              <w:trPr>
                <w:trHeight w:val="289"/>
              </w:trPr>
              <w:tc>
                <w:tcPr>
                  <w:tcW w:w="724" w:type="dxa"/>
                </w:tcPr>
                <w:p w14:paraId="2FC972C2" w14:textId="77777777" w:rsidR="002B177C" w:rsidRPr="00A74586" w:rsidRDefault="002B177C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A74586">
                    <w:rPr>
                      <w:rFonts w:ascii="Century Gothic" w:hAnsi="Century Gothic" w:cs="Tahoma"/>
                    </w:rPr>
                    <w:t>No.</w:t>
                  </w:r>
                </w:p>
              </w:tc>
              <w:tc>
                <w:tcPr>
                  <w:tcW w:w="724" w:type="dxa"/>
                  <w:vAlign w:val="center"/>
                </w:tcPr>
                <w:p w14:paraId="5E444215" w14:textId="77777777" w:rsidR="002B177C" w:rsidRPr="00A74586" w:rsidRDefault="002B177C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jc w:val="center"/>
                    <w:rPr>
                      <w:rFonts w:ascii="Century Gothic" w:hAnsi="Century Gothic" w:cs="Tahoma"/>
                    </w:rPr>
                  </w:pPr>
                  <w:r w:rsidRPr="00A74586">
                    <w:rPr>
                      <w:rFonts w:ascii="Century Gothic" w:hAnsi="Century Gothic" w:cs="Tahoma"/>
                    </w:rPr>
                    <w:t>1</w:t>
                  </w:r>
                </w:p>
              </w:tc>
              <w:tc>
                <w:tcPr>
                  <w:tcW w:w="725" w:type="dxa"/>
                  <w:vAlign w:val="center"/>
                </w:tcPr>
                <w:p w14:paraId="7BA81603" w14:textId="77777777" w:rsidR="002B177C" w:rsidRPr="00A74586" w:rsidRDefault="002B177C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jc w:val="center"/>
                    <w:rPr>
                      <w:rFonts w:ascii="Century Gothic" w:hAnsi="Century Gothic" w:cs="Tahoma"/>
                    </w:rPr>
                  </w:pPr>
                  <w:r w:rsidRPr="00A74586">
                    <w:rPr>
                      <w:rFonts w:ascii="Century Gothic" w:hAnsi="Century Gothic" w:cs="Tahoma"/>
                    </w:rPr>
                    <w:t>2</w:t>
                  </w:r>
                </w:p>
              </w:tc>
              <w:tc>
                <w:tcPr>
                  <w:tcW w:w="724" w:type="dxa"/>
                  <w:vAlign w:val="center"/>
                </w:tcPr>
                <w:p w14:paraId="7A6170FD" w14:textId="77777777" w:rsidR="002B177C" w:rsidRPr="00A74586" w:rsidRDefault="002B177C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jc w:val="center"/>
                    <w:rPr>
                      <w:rFonts w:ascii="Century Gothic" w:hAnsi="Century Gothic" w:cs="Tahoma"/>
                    </w:rPr>
                  </w:pPr>
                  <w:r w:rsidRPr="00A74586">
                    <w:rPr>
                      <w:rFonts w:ascii="Century Gothic" w:hAnsi="Century Gothic" w:cs="Tahoma"/>
                    </w:rPr>
                    <w:t>3</w:t>
                  </w:r>
                </w:p>
              </w:tc>
              <w:tc>
                <w:tcPr>
                  <w:tcW w:w="725" w:type="dxa"/>
                  <w:vAlign w:val="center"/>
                </w:tcPr>
                <w:p w14:paraId="07389C84" w14:textId="77777777" w:rsidR="002B177C" w:rsidRPr="00A74586" w:rsidRDefault="002B177C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jc w:val="center"/>
                    <w:rPr>
                      <w:rFonts w:ascii="Century Gothic" w:hAnsi="Century Gothic" w:cs="Tahoma"/>
                    </w:rPr>
                  </w:pPr>
                  <w:r w:rsidRPr="00A74586">
                    <w:rPr>
                      <w:rFonts w:ascii="Century Gothic" w:hAnsi="Century Gothic" w:cs="Tahoma"/>
                    </w:rPr>
                    <w:t>4</w:t>
                  </w:r>
                </w:p>
              </w:tc>
            </w:tr>
            <w:tr w:rsidR="002B177C" w:rsidRPr="0070395D" w14:paraId="79AE227A" w14:textId="77777777" w:rsidTr="00EA5960">
              <w:trPr>
                <w:trHeight w:val="289"/>
              </w:trPr>
              <w:tc>
                <w:tcPr>
                  <w:tcW w:w="724" w:type="dxa"/>
                </w:tcPr>
                <w:p w14:paraId="20801304" w14:textId="77777777" w:rsidR="002B177C" w:rsidRPr="00A74586" w:rsidRDefault="002B177C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proofErr w:type="spellStart"/>
                  <w:r w:rsidRPr="00A74586">
                    <w:rPr>
                      <w:rFonts w:ascii="Century Gothic" w:hAnsi="Century Gothic" w:cs="Tahoma"/>
                    </w:rPr>
                    <w:t>Prob</w:t>
                  </w:r>
                  <w:proofErr w:type="spellEnd"/>
                </w:p>
              </w:tc>
              <w:tc>
                <w:tcPr>
                  <w:tcW w:w="724" w:type="dxa"/>
                  <w:vAlign w:val="center"/>
                </w:tcPr>
                <w:p w14:paraId="6C66568B" w14:textId="77777777" w:rsidR="002B177C" w:rsidRPr="00A74586" w:rsidRDefault="002B177C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jc w:val="center"/>
                    <w:rPr>
                      <w:rFonts w:ascii="Century Gothic" w:hAnsi="Century Gothic" w:cs="Tahoma"/>
                    </w:rPr>
                  </w:pPr>
                  <w:r w:rsidRPr="00A74586">
                    <w:rPr>
                      <w:rFonts w:ascii="Century Gothic" w:hAnsi="Century Gothic" w:cs="Tahoma"/>
                    </w:rPr>
                    <w:t>0.</w:t>
                  </w:r>
                  <w:r>
                    <w:rPr>
                      <w:rFonts w:ascii="Century Gothic" w:hAnsi="Century Gothic" w:cs="Tahoma"/>
                    </w:rPr>
                    <w:t>2</w:t>
                  </w:r>
                  <w:r w:rsidRPr="00A74586">
                    <w:rPr>
                      <w:rFonts w:ascii="Century Gothic" w:hAnsi="Century Gothic" w:cs="Tahoma"/>
                    </w:rPr>
                    <w:t>5</w:t>
                  </w:r>
                </w:p>
              </w:tc>
              <w:tc>
                <w:tcPr>
                  <w:tcW w:w="725" w:type="dxa"/>
                  <w:vAlign w:val="center"/>
                </w:tcPr>
                <w:p w14:paraId="2D130763" w14:textId="77777777" w:rsidR="002B177C" w:rsidRPr="00A74586" w:rsidRDefault="002B177C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jc w:val="center"/>
                    <w:rPr>
                      <w:rFonts w:ascii="Century Gothic" w:hAnsi="Century Gothic" w:cs="Tahoma"/>
                    </w:rPr>
                  </w:pPr>
                </w:p>
              </w:tc>
              <w:tc>
                <w:tcPr>
                  <w:tcW w:w="724" w:type="dxa"/>
                  <w:vAlign w:val="center"/>
                </w:tcPr>
                <w:p w14:paraId="4E0F223A" w14:textId="77777777" w:rsidR="002B177C" w:rsidRPr="00A74586" w:rsidRDefault="002B177C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jc w:val="center"/>
                    <w:rPr>
                      <w:rFonts w:ascii="Century Gothic" w:hAnsi="Century Gothic" w:cs="Tahoma"/>
                    </w:rPr>
                  </w:pPr>
                </w:p>
              </w:tc>
              <w:tc>
                <w:tcPr>
                  <w:tcW w:w="725" w:type="dxa"/>
                  <w:vAlign w:val="center"/>
                </w:tcPr>
                <w:p w14:paraId="35A0ECED" w14:textId="77777777" w:rsidR="002B177C" w:rsidRPr="00A74586" w:rsidRDefault="002B177C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jc w:val="center"/>
                    <w:rPr>
                      <w:rFonts w:ascii="Century Gothic" w:hAnsi="Century Gothic" w:cs="Tahoma"/>
                    </w:rPr>
                  </w:pPr>
                  <w:r w:rsidRPr="00A74586">
                    <w:rPr>
                      <w:rFonts w:ascii="Century Gothic" w:hAnsi="Century Gothic" w:cs="Tahoma"/>
                    </w:rPr>
                    <w:t>0.1</w:t>
                  </w:r>
                  <w:r>
                    <w:rPr>
                      <w:rFonts w:ascii="Century Gothic" w:hAnsi="Century Gothic" w:cs="Tahoma"/>
                    </w:rPr>
                    <w:t>5</w:t>
                  </w:r>
                </w:p>
              </w:tc>
            </w:tr>
          </w:tbl>
          <w:p w14:paraId="286D8F1E" w14:textId="77777777" w:rsidR="002B177C" w:rsidRPr="0070395D" w:rsidRDefault="002B177C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</w:p>
          <w:p w14:paraId="0E1841DA" w14:textId="77777777" w:rsidR="002B177C" w:rsidRPr="0070395D" w:rsidRDefault="002B177C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53A2F467" w14:textId="77777777" w:rsidR="002B177C" w:rsidRPr="0070395D" w:rsidRDefault="002B177C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70395D">
              <w:rPr>
                <w:rFonts w:ascii="Century Gothic" w:hAnsi="Century Gothic"/>
              </w:rPr>
              <w:t>4)</w:t>
            </w:r>
          </w:p>
        </w:tc>
        <w:tc>
          <w:tcPr>
            <w:tcW w:w="4678" w:type="dxa"/>
            <w:tcBorders>
              <w:left w:val="nil"/>
              <w:bottom w:val="single" w:sz="4" w:space="0" w:color="auto"/>
            </w:tcBorders>
          </w:tcPr>
          <w:p w14:paraId="2D86F3B4" w14:textId="77777777" w:rsidR="002B177C" w:rsidRPr="0070395D" w:rsidRDefault="002B177C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70395D">
              <w:rPr>
                <w:rFonts w:ascii="Century Gothic" w:hAnsi="Century Gothic" w:cs="Tahoma"/>
                <w:noProof/>
                <w:lang w:eastAsia="en-GB"/>
              </w:rPr>
              <w:t>Work out the missing angle.</w:t>
            </w:r>
          </w:p>
          <w:p w14:paraId="2D400387" w14:textId="77777777" w:rsidR="002B177C" w:rsidRPr="0070395D" w:rsidRDefault="002B177C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  <w:r>
              <w:rPr>
                <w:rFonts w:ascii="Arial" w:hAnsi="Arial" w:cs="Arial"/>
                <w:noProof/>
                <w:lang w:eastAsia="en-GB"/>
              </w:rPr>
              <w:drawing>
                <wp:inline distT="0" distB="0" distL="0" distR="0" wp14:anchorId="2902DCC0" wp14:editId="6DDB6A05">
                  <wp:extent cx="1435100" cy="914400"/>
                  <wp:effectExtent l="0" t="0" r="0" b="0"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177C" w:rsidRPr="00A06D07" w14:paraId="730860F9" w14:textId="77777777" w:rsidTr="00EA5960">
        <w:trPr>
          <w:trHeight w:val="2305"/>
        </w:trPr>
        <w:tc>
          <w:tcPr>
            <w:tcW w:w="421" w:type="dxa"/>
            <w:tcBorders>
              <w:right w:val="nil"/>
            </w:tcBorders>
          </w:tcPr>
          <w:p w14:paraId="64345F53" w14:textId="77777777" w:rsidR="002B177C" w:rsidRPr="00A06D07" w:rsidRDefault="002B177C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5)</w:t>
            </w:r>
          </w:p>
        </w:tc>
        <w:tc>
          <w:tcPr>
            <w:tcW w:w="3827" w:type="dxa"/>
            <w:tcBorders>
              <w:left w:val="nil"/>
              <w:right w:val="nil"/>
            </w:tcBorders>
          </w:tcPr>
          <w:p w14:paraId="4839E950" w14:textId="77777777" w:rsidR="002B177C" w:rsidRPr="0070395D" w:rsidRDefault="002B177C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70395D">
              <w:rPr>
                <w:rFonts w:ascii="Century Gothic" w:hAnsi="Century Gothic" w:cs="Tahoma"/>
              </w:rPr>
              <w:t>Sketch the construction of the</w:t>
            </w:r>
            <w:r>
              <w:rPr>
                <w:rFonts w:ascii="Tahoma" w:hAnsi="Tahoma" w:cs="Tahoma"/>
              </w:rPr>
              <w:t xml:space="preserve"> </w:t>
            </w:r>
            <w:r w:rsidRPr="00AE4D2A">
              <w:rPr>
                <w:rFonts w:ascii="Century Gothic" w:hAnsi="Century Gothic" w:cs="Tahoma"/>
              </w:rPr>
              <w:t>points that are equal distance from AB and BC:</w:t>
            </w:r>
          </w:p>
        </w:tc>
        <w:tc>
          <w:tcPr>
            <w:tcW w:w="6237" w:type="dxa"/>
            <w:gridSpan w:val="3"/>
            <w:tcBorders>
              <w:left w:val="nil"/>
            </w:tcBorders>
          </w:tcPr>
          <w:p w14:paraId="70B88D0F" w14:textId="77777777" w:rsidR="002B177C" w:rsidRPr="0070395D" w:rsidRDefault="002B177C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>
              <w:rPr>
                <w:rFonts w:ascii="Avenir Book" w:hAnsi="Avenir Book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 wp14:anchorId="157F2B78" wp14:editId="4AB35291">
                      <wp:simplePos x="0" y="0"/>
                      <wp:positionH relativeFrom="column">
                        <wp:posOffset>276184</wp:posOffset>
                      </wp:positionH>
                      <wp:positionV relativeFrom="paragraph">
                        <wp:posOffset>109342</wp:posOffset>
                      </wp:positionV>
                      <wp:extent cx="1639964" cy="1312001"/>
                      <wp:effectExtent l="0" t="0" r="17780" b="21590"/>
                      <wp:wrapNone/>
                      <wp:docPr id="37" name="Freeform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39964" cy="1312001"/>
                              </a:xfrm>
                              <a:custGeom>
                                <a:avLst/>
                                <a:gdLst>
                                  <a:gd name="connsiteX0" fmla="*/ 1540565 w 1540565"/>
                                  <a:gd name="connsiteY0" fmla="*/ 0 h 1232452"/>
                                  <a:gd name="connsiteX1" fmla="*/ 0 w 1540565"/>
                                  <a:gd name="connsiteY1" fmla="*/ 467139 h 1232452"/>
                                  <a:gd name="connsiteX2" fmla="*/ 1421295 w 1540565"/>
                                  <a:gd name="connsiteY2" fmla="*/ 1232452 h 1232452"/>
                                  <a:gd name="connsiteX0" fmla="*/ 1759234 w 1759234"/>
                                  <a:gd name="connsiteY0" fmla="*/ 0 h 1232452"/>
                                  <a:gd name="connsiteX1" fmla="*/ 0 w 1759234"/>
                                  <a:gd name="connsiteY1" fmla="*/ 1133568 h 1232452"/>
                                  <a:gd name="connsiteX2" fmla="*/ 1639964 w 1759234"/>
                                  <a:gd name="connsiteY2" fmla="*/ 1232452 h 1232452"/>
                                  <a:gd name="connsiteX0" fmla="*/ 347934 w 1639964"/>
                                  <a:gd name="connsiteY0" fmla="*/ 0 h 1312001"/>
                                  <a:gd name="connsiteX1" fmla="*/ 0 w 1639964"/>
                                  <a:gd name="connsiteY1" fmla="*/ 1213117 h 1312001"/>
                                  <a:gd name="connsiteX2" fmla="*/ 1639964 w 1639964"/>
                                  <a:gd name="connsiteY2" fmla="*/ 1312001 h 131200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639964" h="1312001">
                                    <a:moveTo>
                                      <a:pt x="347934" y="0"/>
                                    </a:moveTo>
                                    <a:lnTo>
                                      <a:pt x="0" y="1213117"/>
                                    </a:lnTo>
                                    <a:lnTo>
                                      <a:pt x="1639964" y="1312001"/>
                                    </a:lnTo>
                                  </a:path>
                                </a:pathLst>
                              </a:cu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23DC75" id="Freeform 37" o:spid="_x0000_s1026" style="position:absolute;margin-left:21.75pt;margin-top:8.6pt;width:129.15pt;height:103.3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39964,131200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" path="m347934,l,1213117r1639964,98884e" filled="f" strokecolor="#243f60 [1604]" strokeweight="2pt">
                      <v:path arrowok="t" o:connecttype="custom" o:connectlocs="347934,0;0,1213117;1639964,1312001" o:connectangles="0,0,0"/>
                    </v:shape>
                  </w:pict>
                </mc:Fallback>
              </mc:AlternateContent>
            </w:r>
            <w:r w:rsidRPr="00E27ACC">
              <w:rPr>
                <w:rFonts w:ascii="Century Gothic" w:hAnsi="Century Gothic"/>
                <w:noProof/>
                <w:lang w:eastAsia="en-GB"/>
              </w:rPr>
              <w:drawing>
                <wp:anchor distT="0" distB="0" distL="114300" distR="114300" simplePos="0" relativeHeight="251797504" behindDoc="0" locked="0" layoutInCell="1" allowOverlap="1" wp14:anchorId="5C735273" wp14:editId="4F2EF472">
                  <wp:simplePos x="0" y="0"/>
                  <wp:positionH relativeFrom="column">
                    <wp:posOffset>3446145</wp:posOffset>
                  </wp:positionH>
                  <wp:positionV relativeFrom="paragraph">
                    <wp:posOffset>1137149</wp:posOffset>
                  </wp:positionV>
                  <wp:extent cx="572135" cy="401320"/>
                  <wp:effectExtent l="0" t="0" r="0" b="5080"/>
                  <wp:wrapNone/>
                  <wp:docPr id="41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35" cy="401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39932521" w14:textId="06DC8F12" w:rsidR="00437093" w:rsidRDefault="00437093" w:rsidP="000A7C28">
      <w:pPr>
        <w:spacing w:after="120"/>
        <w:rPr>
          <w:rFonts w:ascii="Kristen ITC" w:hAnsi="Kristen ITC"/>
          <w:b/>
        </w:rPr>
      </w:pPr>
      <w:bookmarkStart w:id="0" w:name="_GoBack"/>
      <w:bookmarkEnd w:id="0"/>
    </w:p>
    <w:sectPr w:rsidR="00437093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venir Book">
    <w:panose1 w:val="02000503020000020003"/>
    <w:charset w:val="00"/>
    <w:family w:val="auto"/>
    <w:pitch w:val="variable"/>
    <w:sig w:usb0="00000001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8243CA"/>
    <w:multiLevelType w:val="hybridMultilevel"/>
    <w:tmpl w:val="6E44C82E"/>
    <w:lvl w:ilvl="0" w:tplc="4B14D4C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E40DE8"/>
    <w:multiLevelType w:val="hybridMultilevel"/>
    <w:tmpl w:val="6E44C82E"/>
    <w:lvl w:ilvl="0" w:tplc="4B14D4C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D41"/>
    <w:rsid w:val="000123A8"/>
    <w:rsid w:val="00022170"/>
    <w:rsid w:val="00031E8C"/>
    <w:rsid w:val="00037A50"/>
    <w:rsid w:val="00072244"/>
    <w:rsid w:val="000826B9"/>
    <w:rsid w:val="00083325"/>
    <w:rsid w:val="000A43CA"/>
    <w:rsid w:val="000A63AF"/>
    <w:rsid w:val="000A7C28"/>
    <w:rsid w:val="000B2B5E"/>
    <w:rsid w:val="000B420F"/>
    <w:rsid w:val="000B4287"/>
    <w:rsid w:val="000B5390"/>
    <w:rsid w:val="000C29BE"/>
    <w:rsid w:val="000C4C58"/>
    <w:rsid w:val="000D754C"/>
    <w:rsid w:val="000F6BFE"/>
    <w:rsid w:val="0010697E"/>
    <w:rsid w:val="001274D6"/>
    <w:rsid w:val="001279F5"/>
    <w:rsid w:val="00130352"/>
    <w:rsid w:val="00143BE1"/>
    <w:rsid w:val="00150843"/>
    <w:rsid w:val="001826A9"/>
    <w:rsid w:val="00186A03"/>
    <w:rsid w:val="00187009"/>
    <w:rsid w:val="00194026"/>
    <w:rsid w:val="001A1D1C"/>
    <w:rsid w:val="001A6603"/>
    <w:rsid w:val="001A68F7"/>
    <w:rsid w:val="001D484E"/>
    <w:rsid w:val="001E23CA"/>
    <w:rsid w:val="001E511C"/>
    <w:rsid w:val="0020304D"/>
    <w:rsid w:val="00213253"/>
    <w:rsid w:val="00213C21"/>
    <w:rsid w:val="00214677"/>
    <w:rsid w:val="00285B36"/>
    <w:rsid w:val="00292BBA"/>
    <w:rsid w:val="00293A17"/>
    <w:rsid w:val="00293BEA"/>
    <w:rsid w:val="00296DE9"/>
    <w:rsid w:val="002B177C"/>
    <w:rsid w:val="002B63A6"/>
    <w:rsid w:val="002C69D4"/>
    <w:rsid w:val="002D1978"/>
    <w:rsid w:val="002D25E6"/>
    <w:rsid w:val="002D4D8B"/>
    <w:rsid w:val="002D5D86"/>
    <w:rsid w:val="002E3F24"/>
    <w:rsid w:val="00304404"/>
    <w:rsid w:val="0031452F"/>
    <w:rsid w:val="003201EB"/>
    <w:rsid w:val="00325E6D"/>
    <w:rsid w:val="00327C60"/>
    <w:rsid w:val="00333535"/>
    <w:rsid w:val="00335F11"/>
    <w:rsid w:val="003376C1"/>
    <w:rsid w:val="00347394"/>
    <w:rsid w:val="00355931"/>
    <w:rsid w:val="003746A9"/>
    <w:rsid w:val="0037571F"/>
    <w:rsid w:val="003D2767"/>
    <w:rsid w:val="003E68F7"/>
    <w:rsid w:val="003F51D8"/>
    <w:rsid w:val="004015EA"/>
    <w:rsid w:val="0040790B"/>
    <w:rsid w:val="0041226A"/>
    <w:rsid w:val="00436C34"/>
    <w:rsid w:val="00437093"/>
    <w:rsid w:val="00450FDD"/>
    <w:rsid w:val="00461E42"/>
    <w:rsid w:val="0049275B"/>
    <w:rsid w:val="004A46A3"/>
    <w:rsid w:val="004B4B58"/>
    <w:rsid w:val="004B64DA"/>
    <w:rsid w:val="004C1FAF"/>
    <w:rsid w:val="004F2AEE"/>
    <w:rsid w:val="00503BC5"/>
    <w:rsid w:val="00505FC9"/>
    <w:rsid w:val="00513335"/>
    <w:rsid w:val="00514B6B"/>
    <w:rsid w:val="00515D3B"/>
    <w:rsid w:val="00525119"/>
    <w:rsid w:val="00527D73"/>
    <w:rsid w:val="00543ABF"/>
    <w:rsid w:val="005571E9"/>
    <w:rsid w:val="00561D0D"/>
    <w:rsid w:val="00575446"/>
    <w:rsid w:val="00580957"/>
    <w:rsid w:val="00595258"/>
    <w:rsid w:val="005C147F"/>
    <w:rsid w:val="005C5905"/>
    <w:rsid w:val="005D29ED"/>
    <w:rsid w:val="005D4827"/>
    <w:rsid w:val="005E1266"/>
    <w:rsid w:val="005E467E"/>
    <w:rsid w:val="005E469A"/>
    <w:rsid w:val="006011C8"/>
    <w:rsid w:val="00601A47"/>
    <w:rsid w:val="00603453"/>
    <w:rsid w:val="00615611"/>
    <w:rsid w:val="00633A9B"/>
    <w:rsid w:val="0064471D"/>
    <w:rsid w:val="006526CC"/>
    <w:rsid w:val="00652D59"/>
    <w:rsid w:val="00662FA2"/>
    <w:rsid w:val="00666176"/>
    <w:rsid w:val="00674C3D"/>
    <w:rsid w:val="006866A3"/>
    <w:rsid w:val="006C37A5"/>
    <w:rsid w:val="006C37E5"/>
    <w:rsid w:val="006C5C00"/>
    <w:rsid w:val="006D1E8E"/>
    <w:rsid w:val="006E5C4D"/>
    <w:rsid w:val="006F185A"/>
    <w:rsid w:val="0070395D"/>
    <w:rsid w:val="00705472"/>
    <w:rsid w:val="00712C99"/>
    <w:rsid w:val="00714102"/>
    <w:rsid w:val="00727B2C"/>
    <w:rsid w:val="00751081"/>
    <w:rsid w:val="0075325F"/>
    <w:rsid w:val="00766A10"/>
    <w:rsid w:val="00767383"/>
    <w:rsid w:val="00787CB3"/>
    <w:rsid w:val="007A1E0D"/>
    <w:rsid w:val="007B4226"/>
    <w:rsid w:val="007D5D58"/>
    <w:rsid w:val="007E2C1A"/>
    <w:rsid w:val="007F06CD"/>
    <w:rsid w:val="007F69F9"/>
    <w:rsid w:val="00831D41"/>
    <w:rsid w:val="00840927"/>
    <w:rsid w:val="00847CB4"/>
    <w:rsid w:val="00857220"/>
    <w:rsid w:val="008612B7"/>
    <w:rsid w:val="0087251A"/>
    <w:rsid w:val="00876A8E"/>
    <w:rsid w:val="0088018E"/>
    <w:rsid w:val="00884433"/>
    <w:rsid w:val="008B0A17"/>
    <w:rsid w:val="008B0E29"/>
    <w:rsid w:val="008B5103"/>
    <w:rsid w:val="008D5C13"/>
    <w:rsid w:val="008D76D7"/>
    <w:rsid w:val="008E29DA"/>
    <w:rsid w:val="0090117B"/>
    <w:rsid w:val="00901228"/>
    <w:rsid w:val="009118B1"/>
    <w:rsid w:val="0094070B"/>
    <w:rsid w:val="0095325A"/>
    <w:rsid w:val="00955F4B"/>
    <w:rsid w:val="00971AEF"/>
    <w:rsid w:val="0098373C"/>
    <w:rsid w:val="0099142F"/>
    <w:rsid w:val="00995392"/>
    <w:rsid w:val="00995FC3"/>
    <w:rsid w:val="009A3834"/>
    <w:rsid w:val="009A60A5"/>
    <w:rsid w:val="009B31E5"/>
    <w:rsid w:val="009B576B"/>
    <w:rsid w:val="009B79BD"/>
    <w:rsid w:val="009C1E25"/>
    <w:rsid w:val="009C2FD3"/>
    <w:rsid w:val="009C34C1"/>
    <w:rsid w:val="009C5F92"/>
    <w:rsid w:val="009C633F"/>
    <w:rsid w:val="009D1DB3"/>
    <w:rsid w:val="009D5957"/>
    <w:rsid w:val="009D6BD1"/>
    <w:rsid w:val="009D6D4A"/>
    <w:rsid w:val="00A06D07"/>
    <w:rsid w:val="00A13034"/>
    <w:rsid w:val="00A15BBF"/>
    <w:rsid w:val="00A458C3"/>
    <w:rsid w:val="00A7076D"/>
    <w:rsid w:val="00A72B2C"/>
    <w:rsid w:val="00A74586"/>
    <w:rsid w:val="00A81955"/>
    <w:rsid w:val="00AB54E4"/>
    <w:rsid w:val="00AD04E8"/>
    <w:rsid w:val="00AD1307"/>
    <w:rsid w:val="00AD3264"/>
    <w:rsid w:val="00AD3C1A"/>
    <w:rsid w:val="00AD4D3A"/>
    <w:rsid w:val="00AE4D2A"/>
    <w:rsid w:val="00B07CF2"/>
    <w:rsid w:val="00B109EA"/>
    <w:rsid w:val="00B4333B"/>
    <w:rsid w:val="00B5418F"/>
    <w:rsid w:val="00B72752"/>
    <w:rsid w:val="00B8569F"/>
    <w:rsid w:val="00B94DA2"/>
    <w:rsid w:val="00B96458"/>
    <w:rsid w:val="00BA1603"/>
    <w:rsid w:val="00BA2BBF"/>
    <w:rsid w:val="00BA7CD3"/>
    <w:rsid w:val="00BB35EA"/>
    <w:rsid w:val="00BD3C7E"/>
    <w:rsid w:val="00BE22E8"/>
    <w:rsid w:val="00BE7AC9"/>
    <w:rsid w:val="00BF0AC1"/>
    <w:rsid w:val="00BF358F"/>
    <w:rsid w:val="00BF76DE"/>
    <w:rsid w:val="00C06B52"/>
    <w:rsid w:val="00C079A8"/>
    <w:rsid w:val="00C11495"/>
    <w:rsid w:val="00C240D5"/>
    <w:rsid w:val="00C261E2"/>
    <w:rsid w:val="00C41860"/>
    <w:rsid w:val="00C43E1E"/>
    <w:rsid w:val="00C52126"/>
    <w:rsid w:val="00C53B88"/>
    <w:rsid w:val="00C60271"/>
    <w:rsid w:val="00C77447"/>
    <w:rsid w:val="00C9225A"/>
    <w:rsid w:val="00CA75E9"/>
    <w:rsid w:val="00CF24C6"/>
    <w:rsid w:val="00D017AE"/>
    <w:rsid w:val="00D142ED"/>
    <w:rsid w:val="00D14B22"/>
    <w:rsid w:val="00D239A9"/>
    <w:rsid w:val="00D24655"/>
    <w:rsid w:val="00D26238"/>
    <w:rsid w:val="00D278F3"/>
    <w:rsid w:val="00D51195"/>
    <w:rsid w:val="00D63807"/>
    <w:rsid w:val="00D657D6"/>
    <w:rsid w:val="00DB180C"/>
    <w:rsid w:val="00DB511B"/>
    <w:rsid w:val="00DC43DF"/>
    <w:rsid w:val="00DD0D75"/>
    <w:rsid w:val="00E037E5"/>
    <w:rsid w:val="00E20822"/>
    <w:rsid w:val="00E27ACC"/>
    <w:rsid w:val="00E30CD6"/>
    <w:rsid w:val="00E33C5E"/>
    <w:rsid w:val="00E3559C"/>
    <w:rsid w:val="00E7749A"/>
    <w:rsid w:val="00E86CC7"/>
    <w:rsid w:val="00E907F4"/>
    <w:rsid w:val="00E9577D"/>
    <w:rsid w:val="00E96E36"/>
    <w:rsid w:val="00EB1911"/>
    <w:rsid w:val="00EB65D1"/>
    <w:rsid w:val="00EC0572"/>
    <w:rsid w:val="00EC4CCA"/>
    <w:rsid w:val="00EF692F"/>
    <w:rsid w:val="00F11D9B"/>
    <w:rsid w:val="00F21F8D"/>
    <w:rsid w:val="00F303CE"/>
    <w:rsid w:val="00F3678B"/>
    <w:rsid w:val="00F6389A"/>
    <w:rsid w:val="00F67891"/>
    <w:rsid w:val="00F75B57"/>
    <w:rsid w:val="00F80B7D"/>
    <w:rsid w:val="00F8416B"/>
    <w:rsid w:val="00FA673D"/>
    <w:rsid w:val="00FB0E81"/>
    <w:rsid w:val="00FB3CD8"/>
    <w:rsid w:val="00FC33D1"/>
    <w:rsid w:val="00FC470D"/>
    <w:rsid w:val="00FD01D3"/>
    <w:rsid w:val="00FD4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D9230"/>
  <w15:docId w15:val="{35555A8C-02A4-0549-871D-62632A370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  <w:style w:type="paragraph" w:styleId="ListParagraph">
    <w:name w:val="List Paragraph"/>
    <w:basedOn w:val="Normal"/>
    <w:uiPriority w:val="34"/>
    <w:qFormat/>
    <w:rsid w:val="007F06CD"/>
    <w:pPr>
      <w:spacing w:after="0" w:line="240" w:lineRule="auto"/>
      <w:ind w:left="720"/>
      <w:contextualSpacing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2</TotalTime>
  <Pages>2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11</cp:revision>
  <dcterms:created xsi:type="dcterms:W3CDTF">2019-05-30T18:20:00Z</dcterms:created>
  <dcterms:modified xsi:type="dcterms:W3CDTF">2019-05-30T18:23:00Z</dcterms:modified>
</cp:coreProperties>
</file>